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649" w:rsidRPr="00600C85" w:rsidRDefault="00772649" w:rsidP="00BC67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0C85">
        <w:rPr>
          <w:rFonts w:ascii="Times New Roman" w:hAnsi="Times New Roman" w:cs="Times New Roman"/>
          <w:b/>
          <w:bCs/>
          <w:sz w:val="28"/>
          <w:szCs w:val="28"/>
        </w:rPr>
        <w:t>Adding the Game Environment to a NetBeans Project</w:t>
      </w:r>
    </w:p>
    <w:p w:rsidR="00772649" w:rsidRPr="00F30BA8" w:rsidRDefault="00772649" w:rsidP="00600C8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0BA8">
        <w:rPr>
          <w:rFonts w:ascii="Times New Roman" w:hAnsi="Times New Roman" w:cs="Times New Roman"/>
          <w:sz w:val="24"/>
          <w:szCs w:val="24"/>
        </w:rPr>
        <w:t>Create a Folder</w:t>
      </w:r>
    </w:p>
    <w:p w:rsidR="00772649" w:rsidRPr="00F30BA8" w:rsidRDefault="00772649" w:rsidP="00600C8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0BA8">
        <w:rPr>
          <w:rFonts w:ascii="Times New Roman" w:hAnsi="Times New Roman" w:cs="Times New Roman"/>
          <w:sz w:val="24"/>
          <w:szCs w:val="24"/>
        </w:rPr>
        <w:t xml:space="preserve">Copy the NetBeans project </w:t>
      </w:r>
      <w:r w:rsidRPr="00F30BA8">
        <w:rPr>
          <w:rFonts w:ascii="Courier New" w:hAnsi="Courier New" w:cs="Courier New"/>
          <w:sz w:val="24"/>
          <w:szCs w:val="24"/>
        </w:rPr>
        <w:t>NBGameTemplate7</w:t>
      </w:r>
      <w:r w:rsidRPr="00F30BA8">
        <w:rPr>
          <w:rFonts w:ascii="Times New Roman" w:hAnsi="Times New Roman" w:cs="Times New Roman"/>
          <w:sz w:val="24"/>
          <w:szCs w:val="24"/>
        </w:rPr>
        <w:t xml:space="preserve"> into it.</w:t>
      </w:r>
    </w:p>
    <w:p w:rsidR="00772649" w:rsidRPr="00F30BA8" w:rsidRDefault="00772649" w:rsidP="00600C8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0BA8">
        <w:rPr>
          <w:rFonts w:ascii="Times New Roman" w:hAnsi="Times New Roman" w:cs="Times New Roman"/>
          <w:sz w:val="24"/>
          <w:szCs w:val="24"/>
        </w:rPr>
        <w:t xml:space="preserve">Open the project </w:t>
      </w:r>
      <w:r w:rsidRPr="00F30BA8">
        <w:rPr>
          <w:rFonts w:ascii="Courier New" w:hAnsi="Courier New" w:cs="Courier New"/>
          <w:sz w:val="24"/>
          <w:szCs w:val="24"/>
        </w:rPr>
        <w:t>NBGameTemplate7</w:t>
      </w:r>
      <w:r>
        <w:rPr>
          <w:rFonts w:ascii="Times New Roman" w:hAnsi="Times New Roman" w:cs="Times New Roman"/>
          <w:sz w:val="24"/>
          <w:szCs w:val="24"/>
        </w:rPr>
        <w:t>, and add your code to</w:t>
      </w:r>
      <w:bookmarkStart w:id="0" w:name="_GoBack"/>
      <w:bookmarkEnd w:id="0"/>
      <w:r w:rsidRPr="00F30BA8">
        <w:rPr>
          <w:rFonts w:ascii="Times New Roman" w:hAnsi="Times New Roman" w:cs="Times New Roman"/>
          <w:sz w:val="24"/>
          <w:szCs w:val="24"/>
        </w:rPr>
        <w:t>.</w:t>
      </w:r>
    </w:p>
    <w:p w:rsidR="00772649" w:rsidRDefault="00772649" w:rsidP="00BC67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2649" w:rsidRPr="00BC6787" w:rsidRDefault="00772649" w:rsidP="00BC678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72649" w:rsidRPr="00BC6787" w:rsidSect="007E1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F0394"/>
    <w:multiLevelType w:val="hybridMultilevel"/>
    <w:tmpl w:val="E604A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6787"/>
    <w:rsid w:val="001E77F9"/>
    <w:rsid w:val="00600C85"/>
    <w:rsid w:val="00657748"/>
    <w:rsid w:val="00772649"/>
    <w:rsid w:val="007E1FF5"/>
    <w:rsid w:val="009A49B6"/>
    <w:rsid w:val="00BC6787"/>
    <w:rsid w:val="00F30BA8"/>
    <w:rsid w:val="00F35CE4"/>
    <w:rsid w:val="00FA4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F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26</Words>
  <Characters>149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</dc:creator>
  <cp:keywords/>
  <dc:description/>
  <cp:lastModifiedBy>Gretchen Owens</cp:lastModifiedBy>
  <cp:revision>4</cp:revision>
  <dcterms:created xsi:type="dcterms:W3CDTF">2014-01-13T05:25:00Z</dcterms:created>
  <dcterms:modified xsi:type="dcterms:W3CDTF">2014-03-11T02:11:00Z</dcterms:modified>
</cp:coreProperties>
</file>